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5300E785" w:rsidR="004E36AD" w:rsidRPr="002974AF" w:rsidRDefault="004E36AD" w:rsidP="00690137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bookmarkStart w:id="0" w:name="Number"/>
      <w:r w:rsidRPr="002974AF">
        <w:rPr>
          <w:rStyle w:val="Strong"/>
          <w:rFonts w:asciiTheme="minorHAnsi" w:hAnsiTheme="minorHAnsi" w:cstheme="minorHAnsi"/>
          <w:lang w:val="en-GB"/>
        </w:rPr>
        <w:t>RF</w:t>
      </w:r>
      <w:r w:rsidR="009C728C" w:rsidRPr="002974AF">
        <w:rPr>
          <w:rStyle w:val="Strong"/>
          <w:rFonts w:asciiTheme="minorHAnsi" w:hAnsiTheme="minorHAnsi" w:cstheme="minorHAnsi"/>
          <w:lang w:val="en-GB"/>
        </w:rPr>
        <w:t>Q</w:t>
      </w:r>
      <w:r w:rsidRPr="002974AF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7001EA">
        <w:rPr>
          <w:rStyle w:val="Strong"/>
          <w:rFonts w:asciiTheme="minorHAnsi" w:hAnsiTheme="minorHAnsi" w:cstheme="minorHAnsi"/>
          <w:lang w:val="en-GB"/>
        </w:rPr>
        <w:t>25-SS001-25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2341F237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7001EA">
        <w:rPr>
          <w:rFonts w:ascii="Calibri" w:hAnsi="Calibri" w:cs="Calibri"/>
        </w:rPr>
        <w:t xml:space="preserve">posted on the </w:t>
      </w:r>
      <w:r w:rsidR="005F75C1" w:rsidRPr="007001EA">
        <w:rPr>
          <w:rFonts w:ascii="Calibri" w:hAnsi="Calibri" w:cs="Calibri"/>
        </w:rPr>
        <w:t>Kiribati Public Procurement Web</w:t>
      </w:r>
      <w:r w:rsidRPr="007001EA">
        <w:rPr>
          <w:rFonts w:ascii="Calibri" w:hAnsi="Calibri" w:cs="Calibri"/>
        </w:rPr>
        <w:t xml:space="preserve"> </w:t>
      </w:r>
      <w:r w:rsidR="00D80D8E" w:rsidRPr="007001EA">
        <w:rPr>
          <w:rFonts w:ascii="Calibri" w:hAnsi="Calibri" w:cs="Calibri"/>
        </w:rPr>
        <w:t>Portal</w:t>
      </w:r>
      <w:r w:rsidRPr="007001EA">
        <w:rPr>
          <w:rFonts w:ascii="Calibri" w:hAnsi="Calibri" w:cs="Calibri"/>
        </w:rPr>
        <w:t xml:space="preserve"> (</w:t>
      </w:r>
      <w:hyperlink r:id="rId11" w:history="1">
        <w:r w:rsidR="000F25FC" w:rsidRPr="007001EA">
          <w:rPr>
            <w:rStyle w:val="Hyperlink"/>
          </w:rPr>
          <w:t>Tender List | Central Procurement Unit</w:t>
        </w:r>
      </w:hyperlink>
      <w:r w:rsidRPr="007001EA">
        <w:rPr>
          <w:rFonts w:ascii="Calibri" w:hAnsi="Calibri" w:cs="Calibri"/>
        </w:rPr>
        <w:t xml:space="preserve">) </w:t>
      </w:r>
      <w:r w:rsidRPr="007001EA">
        <w:rPr>
          <w:rFonts w:ascii="Calibri" w:hAnsi="Calibri" w:cs="Calibri"/>
          <w:u w:val="single"/>
        </w:rPr>
        <w:t>or</w:t>
      </w:r>
      <w:r w:rsidRPr="007001EA">
        <w:rPr>
          <w:rFonts w:ascii="Calibri" w:hAnsi="Calibri" w:cs="Calibri"/>
        </w:rPr>
        <w:t xml:space="preserve"> sent directly </w:t>
      </w:r>
      <w:r w:rsidR="00690137" w:rsidRPr="007001EA">
        <w:rPr>
          <w:rFonts w:ascii="Calibri" w:hAnsi="Calibri" w:cs="Calibri"/>
        </w:rPr>
        <w:t xml:space="preserve">to </w:t>
      </w:r>
      <w:r w:rsidRPr="007001EA">
        <w:rPr>
          <w:rFonts w:ascii="Calibri" w:hAnsi="Calibri" w:cs="Calibri"/>
        </w:rPr>
        <w:t>Tenderers who have been specifically invited to submit a Tender. Please</w:t>
      </w:r>
      <w:r w:rsidRPr="004E36AD">
        <w:rPr>
          <w:rFonts w:ascii="Calibri" w:hAnsi="Calibri" w:cs="Calibri"/>
        </w:rPr>
        <w:t xml:space="preserve"> note that the dates set forth in </w:t>
      </w:r>
      <w:r w:rsidR="005F75C1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  <w:shd w:val="clear" w:color="auto" w:fill="auto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3DCC2AD5" w:rsidR="00B0293A" w:rsidRPr="00690137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7228EF07" w:rsidR="00B0293A" w:rsidRPr="00532E97" w:rsidRDefault="005160FA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26</w:t>
            </w:r>
            <w:r w:rsidR="007001EA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2</w:t>
            </w:r>
            <w:r w:rsidR="007001EA">
              <w:rPr>
                <w:rFonts w:ascii="Calibri" w:hAnsi="Calibri"/>
                <w:szCs w:val="20"/>
              </w:rPr>
              <w:t>/25</w:t>
            </w:r>
          </w:p>
        </w:tc>
      </w:tr>
      <w:tr w:rsidR="00B0293A" w:rsidRPr="00A33618" w14:paraId="4D9567D4" w14:textId="77777777" w:rsidTr="00F9710B">
        <w:tc>
          <w:tcPr>
            <w:tcW w:w="4673" w:type="dxa"/>
            <w:shd w:val="clear" w:color="auto" w:fill="auto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690137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1F927A12" w:rsidR="00B0293A" w:rsidRPr="007001EA" w:rsidRDefault="005160FA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28</w:t>
            </w:r>
            <w:r w:rsidR="007001EA" w:rsidRPr="007001EA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2</w:t>
            </w:r>
            <w:r w:rsidR="007001EA" w:rsidRPr="007001EA">
              <w:rPr>
                <w:rFonts w:ascii="Calibri" w:hAnsi="Calibri"/>
                <w:szCs w:val="20"/>
              </w:rPr>
              <w:t>/25</w:t>
            </w:r>
          </w:p>
        </w:tc>
      </w:tr>
      <w:tr w:rsidR="00B0293A" w:rsidRPr="00A33618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21600EC1" w:rsidR="00B0293A" w:rsidRPr="006901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4B30B91F" w:rsidR="00B0293A" w:rsidRPr="007001EA" w:rsidRDefault="005160FA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28</w:t>
            </w:r>
            <w:r w:rsidR="007001EA" w:rsidRPr="007001EA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2</w:t>
            </w:r>
            <w:r w:rsidR="007001EA" w:rsidRPr="007001EA">
              <w:rPr>
                <w:rFonts w:ascii="Calibri" w:hAnsi="Calibri"/>
                <w:szCs w:val="20"/>
              </w:rPr>
              <w:t>/25</w:t>
            </w: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690137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57B555AF" w:rsidR="00B0293A" w:rsidRPr="007001EA" w:rsidRDefault="005160FA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03/03</w:t>
            </w:r>
            <w:r w:rsidR="007001EA" w:rsidRPr="007001EA">
              <w:rPr>
                <w:rFonts w:ascii="Calibri" w:hAnsi="Calibri"/>
                <w:szCs w:val="20"/>
              </w:rPr>
              <w:t>/25</w:t>
            </w:r>
          </w:p>
        </w:tc>
      </w:tr>
      <w:tr w:rsidR="00B0293A" w:rsidRPr="00A33618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47871929" w:rsidR="00B0293A" w:rsidRPr="006901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28536174" w:rsidR="00B0293A" w:rsidRPr="00532E97" w:rsidRDefault="005160FA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05</w:t>
            </w:r>
            <w:r w:rsidR="007001EA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3</w:t>
            </w:r>
            <w:r w:rsidR="007001EA">
              <w:rPr>
                <w:rFonts w:ascii="Calibri" w:hAnsi="Calibri"/>
                <w:szCs w:val="20"/>
              </w:rPr>
              <w:t>/25</w:t>
            </w:r>
          </w:p>
        </w:tc>
      </w:tr>
      <w:tr w:rsidR="00B0293A" w:rsidRPr="00A33618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4F6D8EED" w:rsidR="00B0293A" w:rsidRPr="006901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4368ED89" w:rsidR="00B0293A" w:rsidRPr="00532E97" w:rsidRDefault="005160FA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07</w:t>
            </w:r>
            <w:r w:rsidR="007001EA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3</w:t>
            </w:r>
            <w:r w:rsidR="007001EA">
              <w:rPr>
                <w:rFonts w:ascii="Calibri" w:hAnsi="Calibri"/>
                <w:szCs w:val="20"/>
              </w:rPr>
              <w:t>/25</w:t>
            </w:r>
          </w:p>
        </w:tc>
      </w:tr>
      <w:tr w:rsidR="00B0293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5BE95EA8" w:rsidR="00B0293A" w:rsidRPr="006901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5AF5D314" w:rsidR="00B0293A" w:rsidRPr="00532E97" w:rsidRDefault="005160FA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21</w:t>
            </w:r>
            <w:r w:rsidR="007001EA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3</w:t>
            </w:r>
            <w:r w:rsidR="007001EA">
              <w:rPr>
                <w:rFonts w:ascii="Calibri" w:hAnsi="Calibri"/>
                <w:szCs w:val="20"/>
              </w:rPr>
              <w:t>/25</w:t>
            </w:r>
          </w:p>
        </w:tc>
      </w:tr>
      <w:tr w:rsidR="00B0293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378B2A42" w:rsidR="00B0293A" w:rsidRPr="006901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598090BC" w:rsidR="00B0293A" w:rsidRPr="00532E97" w:rsidRDefault="005160FA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25</w:t>
            </w:r>
            <w:r w:rsidR="007001EA">
              <w:rPr>
                <w:rFonts w:ascii="Calibri" w:hAnsi="Calibri"/>
                <w:szCs w:val="20"/>
              </w:rPr>
              <w:t>/</w:t>
            </w:r>
            <w:r w:rsidR="00B16EEC">
              <w:rPr>
                <w:rFonts w:ascii="Calibri" w:hAnsi="Calibri"/>
                <w:szCs w:val="20"/>
              </w:rPr>
              <w:t>0</w:t>
            </w:r>
            <w:r>
              <w:rPr>
                <w:rFonts w:ascii="Calibri" w:hAnsi="Calibri"/>
                <w:szCs w:val="20"/>
              </w:rPr>
              <w:t>3</w:t>
            </w:r>
            <w:r w:rsidR="007001EA">
              <w:rPr>
                <w:rFonts w:ascii="Calibri" w:hAnsi="Calibri"/>
                <w:szCs w:val="20"/>
              </w:rPr>
              <w:t>/25</w:t>
            </w: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6901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6571D22F" w:rsidR="00B0293A" w:rsidRPr="00532E97" w:rsidRDefault="005160FA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31</w:t>
            </w:r>
            <w:r w:rsidR="007001EA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3</w:t>
            </w:r>
            <w:r w:rsidR="007001EA">
              <w:rPr>
                <w:rFonts w:ascii="Calibri" w:hAnsi="Calibri"/>
                <w:szCs w:val="20"/>
              </w:rPr>
              <w:t>/25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563DC2A0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2974A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0A3507" w14:textId="77777777" w:rsidR="00BA16B0" w:rsidRDefault="00BA16B0">
      <w:r>
        <w:separator/>
      </w:r>
    </w:p>
  </w:endnote>
  <w:endnote w:type="continuationSeparator" w:id="0">
    <w:p w14:paraId="00DEEC6C" w14:textId="77777777" w:rsidR="00BA16B0" w:rsidRDefault="00BA16B0">
      <w:r>
        <w:continuationSeparator/>
      </w:r>
    </w:p>
  </w:endnote>
  <w:endnote w:type="continuationNotice" w:id="1">
    <w:p w14:paraId="17022BF2" w14:textId="77777777" w:rsidR="00BA16B0" w:rsidRDefault="00BA16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2CBA7B" w14:textId="77777777" w:rsidR="00E33A38" w:rsidRDefault="00E33A3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0F25FC" w:rsidRPr="000F25FC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0F25FC" w:rsidRPr="000F25FC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02619EA2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5160FA">
      <w:rPr>
        <w:noProof/>
      </w:rPr>
      <w:t>2025-02-27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98589C" w14:textId="77777777" w:rsidR="00E33A38" w:rsidRDefault="00E33A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8495B0" w14:textId="77777777" w:rsidR="00BA16B0" w:rsidRDefault="00BA16B0">
      <w:r>
        <w:separator/>
      </w:r>
    </w:p>
  </w:footnote>
  <w:footnote w:type="continuationSeparator" w:id="0">
    <w:p w14:paraId="39902643" w14:textId="77777777" w:rsidR="00BA16B0" w:rsidRDefault="00BA16B0">
      <w:r>
        <w:continuationSeparator/>
      </w:r>
    </w:p>
  </w:footnote>
  <w:footnote w:type="continuationNotice" w:id="1">
    <w:p w14:paraId="4DBAFFF0" w14:textId="77777777" w:rsidR="00BA16B0" w:rsidRDefault="00BA16B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5FDED" w14:textId="77777777" w:rsidR="00E33A38" w:rsidRDefault="00E33A3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9C872" w14:textId="1B0B771B" w:rsidR="00133D55" w:rsidRPr="00141577" w:rsidRDefault="002974AF" w:rsidP="002974AF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0144422">
    <w:abstractNumId w:val="1"/>
  </w:num>
  <w:num w:numId="2" w16cid:durableId="206651376">
    <w:abstractNumId w:val="10"/>
  </w:num>
  <w:num w:numId="3" w16cid:durableId="1245142798">
    <w:abstractNumId w:val="11"/>
  </w:num>
  <w:num w:numId="4" w16cid:durableId="318731519">
    <w:abstractNumId w:val="4"/>
  </w:num>
  <w:num w:numId="5" w16cid:durableId="1513640980">
    <w:abstractNumId w:val="3"/>
  </w:num>
  <w:num w:numId="6" w16cid:durableId="1530608294">
    <w:abstractNumId w:val="7"/>
  </w:num>
  <w:num w:numId="7" w16cid:durableId="1277525195">
    <w:abstractNumId w:val="5"/>
  </w:num>
  <w:num w:numId="8" w16cid:durableId="1934505608">
    <w:abstractNumId w:val="9"/>
  </w:num>
  <w:num w:numId="9" w16cid:durableId="214046861">
    <w:abstractNumId w:val="0"/>
  </w:num>
  <w:num w:numId="10" w16cid:durableId="160587873">
    <w:abstractNumId w:val="8"/>
  </w:num>
  <w:num w:numId="11" w16cid:durableId="1997537287">
    <w:abstractNumId w:val="2"/>
  </w:num>
  <w:num w:numId="12" w16cid:durableId="593560167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11F1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55D4A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45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5FC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564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10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011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4AF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69CD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2DC6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C6B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361E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0FA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75C1"/>
    <w:rsid w:val="00601BCE"/>
    <w:rsid w:val="00601F98"/>
    <w:rsid w:val="006021ED"/>
    <w:rsid w:val="006024A3"/>
    <w:rsid w:val="00602BF6"/>
    <w:rsid w:val="00603A2E"/>
    <w:rsid w:val="00603D19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0137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6EB9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66D"/>
    <w:rsid w:val="006F6D10"/>
    <w:rsid w:val="006F7839"/>
    <w:rsid w:val="007000D2"/>
    <w:rsid w:val="007001EA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1EF1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99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961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1ECB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6EEC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1531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16B0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2FC0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450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5763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3A38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4918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3707B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5C4C"/>
    <w:rsid w:val="00F56D1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?page=1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659304-7978-48F8-B370-FCC01CD969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3</TotalTime>
  <Pages>2</Pages>
  <Words>197</Words>
  <Characters>1114</Characters>
  <Application>Microsoft Office Word</Application>
  <DocSecurity>0</DocSecurity>
  <Lines>48</Lines>
  <Paragraphs>42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1269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Baauea Tamueru</cp:lastModifiedBy>
  <cp:revision>5</cp:revision>
  <cp:lastPrinted>2013-10-18T08:32:00Z</cp:lastPrinted>
  <dcterms:created xsi:type="dcterms:W3CDTF">2025-01-08T21:23:00Z</dcterms:created>
  <dcterms:modified xsi:type="dcterms:W3CDTF">2025-02-26T21:44:00Z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  <property fmtid="{D5CDD505-2E9C-101B-9397-08002B2CF9AE}" pid="3" name="GrammarlyDocumentId">
    <vt:lpwstr>6d1400502fbeb50b406a6087e94331d3c84805b9e307dea12a58bb5f8a13088d</vt:lpwstr>
  </property>
</Properties>
</file>